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B00D95" w14:textId="77777777" w:rsidR="002418CF" w:rsidRDefault="00000000">
      <w:pPr>
        <w:tabs>
          <w:tab w:val="left" w:pos="0"/>
          <w:tab w:val="left" w:pos="42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6A05FD12" w14:textId="77777777" w:rsidR="002418CF" w:rsidRDefault="00000000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02CA839E" w14:textId="77777777" w:rsidR="002418CF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pacing w:val="-2"/>
          <w:sz w:val="24"/>
          <w:szCs w:val="24"/>
        </w:rPr>
        <w:t>DĖL VALSTYBINĖS ŽEMĖS NUOMOS 2021 M. SAUSIO 26 D. SUTARTIES</w:t>
      </w:r>
    </w:p>
    <w:p w14:paraId="2E280357" w14:textId="77777777" w:rsidR="002418CF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pacing w:val="-2"/>
          <w:sz w:val="24"/>
          <w:szCs w:val="24"/>
        </w:rPr>
        <w:t>NR. 15SŽN-2-(14.15.55.) PAKEITIMO</w:t>
      </w:r>
    </w:p>
    <w:p w14:paraId="5014EA43" w14:textId="77777777" w:rsidR="002418CF" w:rsidRDefault="002418CF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4D6BEC06" w14:textId="2EDA4DB6" w:rsidR="002418CF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2024 m.</w:t>
      </w:r>
      <w:r w:rsidR="00DF60F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gruodžio 6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 Nr. T10-</w:t>
      </w:r>
      <w:r w:rsidR="00DF60F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247</w:t>
      </w:r>
    </w:p>
    <w:p w14:paraId="404A7A4C" w14:textId="77777777" w:rsidR="002418CF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04428077" w14:textId="77777777" w:rsidR="002418CF" w:rsidRDefault="002418CF">
      <w:pPr>
        <w:spacing w:after="0" w:line="240" w:lineRule="auto"/>
        <w:ind w:firstLine="1247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06471A51" w14:textId="77777777" w:rsidR="002418CF" w:rsidRDefault="00000000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1. Parengto sprendimo projekto tikslas ir uždaviniai.</w:t>
      </w:r>
    </w:p>
    <w:p w14:paraId="70C95B08" w14:textId="1EF05EEE" w:rsidR="002418CF" w:rsidRDefault="00000000">
      <w:pPr>
        <w:spacing w:after="0" w:line="240" w:lineRule="auto"/>
        <w:ind w:firstLine="1247"/>
        <w:jc w:val="both"/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</w:pPr>
      <w:r>
        <w:rPr>
          <w:rFonts w:ascii="Times New Roman" w:hAnsi="Times New Roman" w:cs="Times New Roman"/>
          <w:bCs/>
          <w:sz w:val="24"/>
          <w:szCs w:val="24"/>
          <w:lang w:val="lt-LT"/>
        </w:rPr>
        <w:t xml:space="preserve">Šio sprendimo tikslas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pakeisti  2021 m. sausio 26 d. valstybinės žemės nuomos sutartį Nr. 15SŽN-2-(14.15.55.), sudarytą su </w:t>
      </w:r>
      <w:bookmarkStart w:id="0" w:name="_Hlk158890608"/>
      <w:r w:rsidR="00DF60FE" w:rsidRPr="00DF60FE">
        <w:rPr>
          <w:rFonts w:ascii="Times New Roman" w:hAnsi="Times New Roman" w:cs="Times New Roman"/>
          <w:bCs/>
          <w:i/>
          <w:sz w:val="24"/>
          <w:szCs w:val="24"/>
          <w:lang w:val="lt-LT"/>
        </w:rPr>
        <w:t>(duomenys neskelbtini)</w:t>
      </w:r>
      <w:r>
        <w:rPr>
          <w:rFonts w:ascii="Times New Roman" w:hAnsi="Times New Roman" w:cs="Times New Roman"/>
          <w:bCs/>
          <w:sz w:val="24"/>
          <w:szCs w:val="24"/>
          <w:lang w:val="lt-LT"/>
        </w:rPr>
        <w:t xml:space="preserve">, kur jam mirus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Skuodo rajono notarų biuro notarė išdavė paveldėjimo teisės pagal įstatymą liudijimą, kuriuo </w:t>
      </w:r>
      <w:r w:rsidR="00DF60FE" w:rsidRPr="00DF60FE">
        <w:rPr>
          <w:rFonts w:ascii="Times New Roman" w:hAnsi="Times New Roman" w:cs="Times New Roman"/>
          <w:i/>
          <w:sz w:val="24"/>
          <w:szCs w:val="24"/>
          <w:lang w:val="lt-LT"/>
        </w:rPr>
        <w:t>(duomenys neskelbtini)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paveldi patalpą butą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su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rūsiu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unikalus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Nr. </w:t>
      </w:r>
      <w:r>
        <w:rPr>
          <w:rFonts w:ascii="Times New Roman" w:hAnsi="Times New Roman" w:cs="Times New Roman"/>
          <w:bCs/>
          <w:caps/>
          <w:color w:val="000000"/>
          <w:sz w:val="24"/>
          <w:szCs w:val="24"/>
        </w:rPr>
        <w:t xml:space="preserve">7599-4001-0011:0004,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bei paveldi nuomos teisę į buto eksploatavimui </w:t>
      </w:r>
      <w:r>
        <w:rPr>
          <w:rFonts w:ascii="Times New Roman" w:hAnsi="Times New Roman" w:cs="Times New Roman"/>
          <w:bCs/>
          <w:sz w:val="24"/>
          <w:szCs w:val="24"/>
          <w:lang w:val="lt-LT"/>
        </w:rPr>
        <w:t>išnuomotą 0,6524 ha kitos paskirties žemės sklypo, kadastro Nr. 7550/0005:450, esančio Vytauto g. 61, Skuodo mieste, 0,0255 ha dalį</w:t>
      </w:r>
      <w:bookmarkEnd w:id="0"/>
      <w:r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DF60FE" w:rsidRPr="00DF60FE">
        <w:rPr>
          <w:rFonts w:ascii="Times New Roman" w:hAnsi="Times New Roman" w:cs="Times New Roman"/>
          <w:i/>
          <w:sz w:val="24"/>
          <w:szCs w:val="24"/>
          <w:lang w:val="lt-LT"/>
        </w:rPr>
        <w:t>(duomenys neskelbtini)</w:t>
      </w:r>
      <w:r w:rsidR="00DF60FE">
        <w:rPr>
          <w:rFonts w:ascii="Times New Roman" w:hAnsi="Times New Roman" w:cs="Times New Roman"/>
          <w:i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prašymas pakeisti nuomos sutartį gautas 2024 m. lapkričio 13 d.</w:t>
      </w:r>
    </w:p>
    <w:p w14:paraId="77B6384A" w14:textId="77777777" w:rsidR="002418CF" w:rsidRDefault="002418CF">
      <w:pPr>
        <w:pStyle w:val="Sraopastraipa"/>
        <w:spacing w:after="0" w:line="240" w:lineRule="auto"/>
        <w:ind w:left="0" w:firstLine="124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14:paraId="249A6ECA" w14:textId="77777777" w:rsidR="002418CF" w:rsidRDefault="00000000">
      <w:pPr>
        <w:pStyle w:val="Sraopastraipa"/>
        <w:spacing w:after="0" w:line="240" w:lineRule="auto"/>
        <w:ind w:left="0" w:firstLine="124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sz w:val="24"/>
          <w:szCs w:val="24"/>
          <w:lang w:val="lt-LT"/>
        </w:rPr>
        <w:t>2. Siūlomos teisinio reguliavimo nuostatos.</w:t>
      </w:r>
    </w:p>
    <w:p w14:paraId="5398F141" w14:textId="143FB598" w:rsidR="002418CF" w:rsidRDefault="00000000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Skuodo rajono savivaldybė patikėjimo teise valdo 0,6524 ha žemės sklypą, </w:t>
      </w:r>
      <w:r>
        <w:rPr>
          <w:rFonts w:ascii="Times New Roman" w:hAnsi="Times New Roman" w:cs="Times New Roman"/>
          <w:bCs/>
          <w:sz w:val="24"/>
          <w:szCs w:val="24"/>
          <w:lang w:val="lt-LT"/>
        </w:rPr>
        <w:t>kadastro Nr. 7550/0005:450, esantį Vytauto g. 61, Skuodo mieste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, kurio paskirtis yra kitos paskirties žemė, o naudojimo būdas – daugiabučių gyvenamųjų pastatų ir bendrabučių teritorijos. </w:t>
      </w:r>
    </w:p>
    <w:p w14:paraId="2D6C3B75" w14:textId="77777777" w:rsidR="002418CF" w:rsidRDefault="00000000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Lietuvos Respublikos vietos savivaldos įstatymo 15 straipsnio 2 dalies </w:t>
      </w:r>
      <w:r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20 punkte nustatyta, kad išimtinė savivaldybės tarybos funkcija – sprendimų dėl savivaldybei patikėjimo teise perduotos valstybinės žemės valdymo, naudojimo ir disponavimo ja priėmimas. </w:t>
      </w:r>
    </w:p>
    <w:p w14:paraId="2C31C01C" w14:textId="77777777" w:rsidR="002418CF" w:rsidRDefault="00000000">
      <w:pPr>
        <w:tabs>
          <w:tab w:val="left" w:pos="6237"/>
        </w:tabs>
        <w:spacing w:after="0" w:line="240" w:lineRule="auto"/>
        <w:ind w:firstLine="1247"/>
        <w:jc w:val="both"/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Lietuvos Respublikos civilinio kodekso 6.558 straipsnio 1 dalis nurodo, kad po žemės nuomininko mirties su nuomos sutartimi susijusios teisės ir pareigos pereina jo įpėdiniams, jeigu šie jų neatsisako. </w:t>
      </w:r>
    </w:p>
    <w:p w14:paraId="0BA3CC64" w14:textId="77777777" w:rsidR="002418CF" w:rsidRDefault="00000000">
      <w:pPr>
        <w:tabs>
          <w:tab w:val="left" w:pos="6237"/>
        </w:tabs>
        <w:spacing w:after="0" w:line="240" w:lineRule="auto"/>
        <w:ind w:firstLine="1247"/>
        <w:jc w:val="both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Žemės įstatymo (toliau – ŽĮ) 7 straipsnio 1 dalies 2 punkte nurodyta, kad </w:t>
      </w: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valstybinės žemės patikėjimo teisės subjektai (patikėtiniai) yra  savivaldybės – savivaldybės teritorijoje esančių miestų ir miestelių teritorijų ribose valstybinės žemės, perduotos Vyriausybės nutarimu. </w:t>
      </w:r>
    </w:p>
    <w:p w14:paraId="25E4C01E" w14:textId="77777777" w:rsidR="002418CF" w:rsidRDefault="00000000">
      <w:pPr>
        <w:tabs>
          <w:tab w:val="left" w:pos="6237"/>
        </w:tabs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ŽĮ 9 straipsnio 1 dalies 1 punkte minima, kad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Valstybinės žemės sklypus įstatymų ir kitų teisės aktų nustatyta tvarka išnuomoja sa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vivaldybių tarybos – valstybinės žemės sklypus, perduotus patikėjimo teise savivaldybėms. Sprendimą išnuomoti valstybinės žemės sklypą priima savivaldybės taryba, o valstybinės žemės nuomos sutartį sudaro meras arba jo įgaliotas savivaldybės administracijos direktorius.</w:t>
      </w:r>
    </w:p>
    <w:p w14:paraId="53AB03AF" w14:textId="77777777" w:rsidR="002418CF" w:rsidRDefault="00000000">
      <w:pPr>
        <w:widowControl w:val="0"/>
        <w:spacing w:after="0" w:line="240" w:lineRule="auto"/>
        <w:ind w:firstLine="1247"/>
        <w:jc w:val="both"/>
        <w:rPr>
          <w:rFonts w:ascii="Times New Roman" w:hAnsi="Times New Roman" w:cs="Times New Roman"/>
          <w:color w:val="000000"/>
          <w:sz w:val="24"/>
          <w:szCs w:val="24"/>
          <w:lang w:val="lt"/>
        </w:rPr>
      </w:pPr>
      <w:r>
        <w:rPr>
          <w:rFonts w:ascii="Times New Roman" w:hAnsi="Times New Roman" w:cs="Times New Roman"/>
          <w:iCs/>
          <w:sz w:val="24"/>
          <w:szCs w:val="24"/>
          <w:lang w:val="lt-LT"/>
        </w:rPr>
        <w:t>K</w:t>
      </w:r>
      <w:r>
        <w:rPr>
          <w:rFonts w:ascii="Times New Roman" w:hAnsi="Times New Roman" w:cs="Times New Roman"/>
          <w:bCs/>
          <w:sz w:val="24"/>
          <w:szCs w:val="24"/>
          <w:lang w:val="lt-LT"/>
        </w:rPr>
        <w:t xml:space="preserve">itos paskirties valstybinės žemės sklypų pardavimo ir nuomos taisyklių, patvirtintų Lietuvos Respublikos Vyriausybės </w:t>
      </w:r>
      <w:r>
        <w:rPr>
          <w:rFonts w:ascii="Times New Roman" w:hAnsi="Times New Roman" w:cs="Times New Roman"/>
          <w:sz w:val="24"/>
          <w:szCs w:val="24"/>
          <w:lang w:val="lt-LT"/>
        </w:rPr>
        <w:t>1999 m. kovo 9 d. nutarimu Nr. 260 „Dėl kitos paskirties valstybinės žemės sklypų pardavimo ir nuomos taisyklių patvirtinimo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>“</w:t>
      </w:r>
      <w:r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 xml:space="preserve">(toliau – Taisyklės),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49.7 papunktyje nurodyta, kad v</w:t>
      </w: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alstybinės </w:t>
      </w:r>
      <w:r>
        <w:rPr>
          <w:rFonts w:ascii="Times New Roman" w:hAnsi="Times New Roman" w:cs="Times New Roman"/>
          <w:color w:val="000000"/>
          <w:sz w:val="24"/>
          <w:szCs w:val="24"/>
          <w:lang w:val="lt"/>
        </w:rPr>
        <w:t>žemės nuomos sutartis, kurios sudarymo faktas įregistruotas Nekilnojamojo turto registre keičiama kitais įstatymuose nustatytais atvejais.</w:t>
      </w:r>
    </w:p>
    <w:p w14:paraId="62B920AC" w14:textId="77777777" w:rsidR="002418CF" w:rsidRDefault="00000000">
      <w:pPr>
        <w:widowControl w:val="0"/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>Taisyklių 51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punkte minima, kad  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>Valstybinės žemės nuomotojui arba nuomininkui paprašius kitos sutarties šalies pakeisti atskirą (-</w:t>
      </w:r>
      <w:proofErr w:type="spellStart"/>
      <w:r>
        <w:rPr>
          <w:rFonts w:ascii="Times New Roman" w:hAnsi="Times New Roman" w:cs="Times New Roman"/>
          <w:sz w:val="24"/>
          <w:szCs w:val="24"/>
          <w:lang w:val="lt-LT" w:eastAsia="lt-LT"/>
        </w:rPr>
        <w:t>as</w:t>
      </w:r>
      <w:proofErr w:type="spellEnd"/>
      <w:r>
        <w:rPr>
          <w:rFonts w:ascii="Times New Roman" w:hAnsi="Times New Roman" w:cs="Times New Roman"/>
          <w:sz w:val="24"/>
          <w:szCs w:val="24"/>
          <w:lang w:val="lt-LT" w:eastAsia="lt-LT"/>
        </w:rPr>
        <w:t>) sutarties sąlygą (-</w:t>
      </w:r>
      <w:proofErr w:type="spellStart"/>
      <w:r>
        <w:rPr>
          <w:rFonts w:ascii="Times New Roman" w:hAnsi="Times New Roman" w:cs="Times New Roman"/>
          <w:sz w:val="24"/>
          <w:szCs w:val="24"/>
          <w:lang w:val="lt-LT" w:eastAsia="lt-LT"/>
        </w:rPr>
        <w:t>as</w:t>
      </w:r>
      <w:proofErr w:type="spellEnd"/>
      <w:r>
        <w:rPr>
          <w:rFonts w:ascii="Times New Roman" w:hAnsi="Times New Roman" w:cs="Times New Roman"/>
          <w:sz w:val="24"/>
          <w:szCs w:val="24"/>
          <w:lang w:val="lt-LT" w:eastAsia="lt-LT"/>
        </w:rPr>
        <w:t>) ir pastarajai sutikus, sutarties tekstas surašomas taip, kad visos jos sąlygos atitiktų prašymo pakeisti sutartį keitimo pateikimo metu galiojančius teisės aktų reikalavimus.</w:t>
      </w:r>
    </w:p>
    <w:p w14:paraId="732746FD" w14:textId="77777777" w:rsidR="002418CF" w:rsidRDefault="00000000">
      <w:pPr>
        <w:widowControl w:val="0"/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>
        <w:rPr>
          <w:rFonts w:ascii="Times New Roman" w:hAnsi="Times New Roman" w:cs="Times New Roman"/>
          <w:sz w:val="24"/>
          <w:szCs w:val="24"/>
          <w:lang w:val="lt-LT" w:eastAsia="lt-LT"/>
        </w:rPr>
        <w:t xml:space="preserve">Lietuvos Respublikos Vyriausybės 1999 m. vasario 24 d. nutarimo Nr. 205 „Dėl </w:t>
      </w:r>
      <w:bookmarkStart w:id="1" w:name="_Hlk158291509"/>
      <w:r>
        <w:rPr>
          <w:rFonts w:ascii="Times New Roman" w:hAnsi="Times New Roman" w:cs="Times New Roman"/>
          <w:sz w:val="24"/>
          <w:szCs w:val="24"/>
          <w:lang w:val="lt-LT" w:eastAsia="lt-LT"/>
        </w:rPr>
        <w:t>žemės įvertinimo tvarkos</w:t>
      </w:r>
      <w:bookmarkEnd w:id="1"/>
      <w:r>
        <w:rPr>
          <w:rFonts w:ascii="Times New Roman" w:hAnsi="Times New Roman" w:cs="Times New Roman"/>
          <w:sz w:val="24"/>
          <w:szCs w:val="24"/>
          <w:lang w:val="lt-LT" w:eastAsia="lt-LT"/>
        </w:rPr>
        <w:t>“ 5.9 papunktis nurodo, kad nuo 2009 m. sausio 1 d. be aukciono išnuomojamų valstybinės žemės sklypų vertė apskaičiuojama pagal einamųjų metų sausio 1 d. taikytus žemės verčių žemėlapius.</w:t>
      </w:r>
    </w:p>
    <w:p w14:paraId="44DB5650" w14:textId="77777777" w:rsidR="002418CF" w:rsidRDefault="002418CF">
      <w:pPr>
        <w:spacing w:after="0" w:line="240" w:lineRule="auto"/>
        <w:ind w:firstLine="124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14:paraId="2D8B2563" w14:textId="77777777" w:rsidR="002418CF" w:rsidRDefault="00000000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sz w:val="24"/>
          <w:szCs w:val="24"/>
          <w:lang w:val="lt-LT"/>
        </w:rPr>
        <w:t>3. Laukiami rezultatai</w:t>
      </w:r>
      <w:r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4E261723" w14:textId="0D59C442" w:rsidR="002418CF" w:rsidRDefault="00000000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Pritarus sprendimo projektui, bus pasirašomas susitarimas dėl valstybinės žemės nuomos sutarties pakeitimo, kurį nuomininkas privalės registruoti Nekilnojamojo turto registre. </w:t>
      </w:r>
    </w:p>
    <w:p w14:paraId="26528131" w14:textId="77777777" w:rsidR="002418CF" w:rsidRDefault="002418CF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63308B8" w14:textId="77777777" w:rsidR="002418CF" w:rsidRDefault="002418CF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EE26578" w14:textId="77777777" w:rsidR="002418CF" w:rsidRDefault="00000000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lastRenderedPageBreak/>
        <w:t>4. Lėšų poreikis sprendimui įgyvendinti ir jų šaltiniai.</w:t>
      </w:r>
    </w:p>
    <w:p w14:paraId="3E5B7247" w14:textId="77777777" w:rsidR="002418CF" w:rsidRDefault="00000000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Savivaldybės biudžeto lėšos nereikalingos.</w:t>
      </w:r>
    </w:p>
    <w:p w14:paraId="553BE4C9" w14:textId="77777777" w:rsidR="002418CF" w:rsidRDefault="002418CF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75C4C86F" w14:textId="77777777" w:rsidR="002418CF" w:rsidRDefault="00000000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194A4D3A" w14:textId="77777777" w:rsidR="002418CF" w:rsidRDefault="00000000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Pranešėjas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Statybos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, investicijų ir turto valdymo skyriaus vedėjas Vygintas Pitrėnas.</w:t>
      </w:r>
    </w:p>
    <w:p w14:paraId="52816A22" w14:textId="77777777" w:rsidR="002418CF" w:rsidRDefault="00000000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Rengėja – Statybos, investicijų ir turto valdymo skyriaus vyriausioji specialistė Jolanta Juškienė.</w:t>
      </w:r>
    </w:p>
    <w:p w14:paraId="49D17FCE" w14:textId="77777777" w:rsidR="002418CF" w:rsidRDefault="002418CF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sectPr w:rsidR="002418CF">
      <w:headerReference w:type="default" r:id="rId8"/>
      <w:headerReference w:type="first" r:id="rId9"/>
      <w:pgSz w:w="11906" w:h="16838"/>
      <w:pgMar w:top="1134" w:right="567" w:bottom="567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DDA12B" w14:textId="77777777" w:rsidR="00846ECE" w:rsidRDefault="00846ECE">
      <w:pPr>
        <w:spacing w:after="0" w:line="240" w:lineRule="auto"/>
      </w:pPr>
      <w:r>
        <w:separator/>
      </w:r>
    </w:p>
  </w:endnote>
  <w:endnote w:type="continuationSeparator" w:id="0">
    <w:p w14:paraId="1DA70B93" w14:textId="77777777" w:rsidR="00846ECE" w:rsidRDefault="00846ECE">
      <w:pPr>
        <w:spacing w:after="0" w:line="240" w:lineRule="auto"/>
      </w:pPr>
      <w:r>
        <w:continuationSeparator/>
      </w:r>
    </w:p>
  </w:endnote>
  <w:endnote w:type="continuationNotice" w:id="1">
    <w:p w14:paraId="6E418352" w14:textId="77777777" w:rsidR="00846ECE" w:rsidRDefault="00846E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DA9802" w14:textId="77777777" w:rsidR="00846ECE" w:rsidRDefault="00846ECE">
      <w:pPr>
        <w:spacing w:after="0" w:line="240" w:lineRule="auto"/>
      </w:pPr>
      <w:r>
        <w:separator/>
      </w:r>
    </w:p>
  </w:footnote>
  <w:footnote w:type="continuationSeparator" w:id="0">
    <w:p w14:paraId="3D16E402" w14:textId="77777777" w:rsidR="00846ECE" w:rsidRDefault="00846ECE">
      <w:pPr>
        <w:spacing w:after="0" w:line="240" w:lineRule="auto"/>
      </w:pPr>
      <w:r>
        <w:continuationSeparator/>
      </w:r>
    </w:p>
  </w:footnote>
  <w:footnote w:type="continuationNotice" w:id="1">
    <w:p w14:paraId="5D390E92" w14:textId="77777777" w:rsidR="00846ECE" w:rsidRDefault="00846EC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45718008"/>
      <w:docPartObj>
        <w:docPartGallery w:val="Page Numbers (Top of Page)"/>
        <w:docPartUnique/>
      </w:docPartObj>
    </w:sdtPr>
    <w:sdtContent>
      <w:p w14:paraId="244EB1E7" w14:textId="77777777" w:rsidR="002418CF" w:rsidRDefault="00000000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lt-LT"/>
          </w:rPr>
          <w:t>2</w:t>
        </w:r>
        <w:r>
          <w:fldChar w:fldCharType="end"/>
        </w:r>
      </w:p>
    </w:sdtContent>
  </w:sdt>
  <w:p w14:paraId="7A0BA0B7" w14:textId="77777777" w:rsidR="002418CF" w:rsidRDefault="002418CF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64DDC" w14:textId="77777777" w:rsidR="002418CF" w:rsidRDefault="002418CF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1F3BCC"/>
    <w:multiLevelType w:val="hybridMultilevel"/>
    <w:tmpl w:val="60921B9E"/>
    <w:lvl w:ilvl="0" w:tplc="061254D6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FB28CF02">
      <w:start w:val="1"/>
      <w:numFmt w:val="lowerLetter"/>
      <w:lvlText w:val="%2."/>
      <w:lvlJc w:val="left"/>
      <w:pPr>
        <w:ind w:left="2327" w:hanging="360"/>
      </w:pPr>
    </w:lvl>
    <w:lvl w:ilvl="2" w:tplc="3EBC0198">
      <w:start w:val="1"/>
      <w:numFmt w:val="lowerRoman"/>
      <w:lvlText w:val="%3."/>
      <w:lvlJc w:val="right"/>
      <w:pPr>
        <w:ind w:left="3047" w:hanging="180"/>
      </w:pPr>
    </w:lvl>
    <w:lvl w:ilvl="3" w:tplc="90569E1C">
      <w:start w:val="1"/>
      <w:numFmt w:val="decimal"/>
      <w:lvlText w:val="%4."/>
      <w:lvlJc w:val="left"/>
      <w:pPr>
        <w:ind w:left="3767" w:hanging="360"/>
      </w:pPr>
    </w:lvl>
    <w:lvl w:ilvl="4" w:tplc="FFB0AFD6">
      <w:start w:val="1"/>
      <w:numFmt w:val="lowerLetter"/>
      <w:lvlText w:val="%5."/>
      <w:lvlJc w:val="left"/>
      <w:pPr>
        <w:ind w:left="4487" w:hanging="360"/>
      </w:pPr>
    </w:lvl>
    <w:lvl w:ilvl="5" w:tplc="45DC9CB0">
      <w:start w:val="1"/>
      <w:numFmt w:val="lowerRoman"/>
      <w:lvlText w:val="%6."/>
      <w:lvlJc w:val="right"/>
      <w:pPr>
        <w:ind w:left="5207" w:hanging="180"/>
      </w:pPr>
    </w:lvl>
    <w:lvl w:ilvl="6" w:tplc="8118EDE8">
      <w:start w:val="1"/>
      <w:numFmt w:val="decimal"/>
      <w:lvlText w:val="%7."/>
      <w:lvlJc w:val="left"/>
      <w:pPr>
        <w:ind w:left="5927" w:hanging="360"/>
      </w:pPr>
    </w:lvl>
    <w:lvl w:ilvl="7" w:tplc="7C52F9CE">
      <w:start w:val="1"/>
      <w:numFmt w:val="lowerLetter"/>
      <w:lvlText w:val="%8."/>
      <w:lvlJc w:val="left"/>
      <w:pPr>
        <w:ind w:left="6647" w:hanging="360"/>
      </w:pPr>
    </w:lvl>
    <w:lvl w:ilvl="8" w:tplc="DC2072E4">
      <w:start w:val="1"/>
      <w:numFmt w:val="lowerRoman"/>
      <w:lvlText w:val="%9."/>
      <w:lvlJc w:val="right"/>
      <w:pPr>
        <w:ind w:left="7367" w:hanging="180"/>
      </w:pPr>
    </w:lvl>
  </w:abstractNum>
  <w:abstractNum w:abstractNumId="1" w15:restartNumberingAfterBreak="0">
    <w:nsid w:val="6E310DAF"/>
    <w:multiLevelType w:val="hybridMultilevel"/>
    <w:tmpl w:val="2DC8C8E4"/>
    <w:lvl w:ilvl="0" w:tplc="491E80A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CFA211C0">
      <w:start w:val="1"/>
      <w:numFmt w:val="lowerLetter"/>
      <w:lvlText w:val="%2."/>
      <w:lvlJc w:val="left"/>
      <w:pPr>
        <w:ind w:left="1931" w:hanging="360"/>
      </w:pPr>
    </w:lvl>
    <w:lvl w:ilvl="2" w:tplc="622A7696">
      <w:start w:val="1"/>
      <w:numFmt w:val="lowerRoman"/>
      <w:lvlText w:val="%3."/>
      <w:lvlJc w:val="right"/>
      <w:pPr>
        <w:ind w:left="2651" w:hanging="180"/>
      </w:pPr>
    </w:lvl>
    <w:lvl w:ilvl="3" w:tplc="C1243706">
      <w:start w:val="1"/>
      <w:numFmt w:val="decimal"/>
      <w:lvlText w:val="%4."/>
      <w:lvlJc w:val="left"/>
      <w:pPr>
        <w:ind w:left="3371" w:hanging="360"/>
      </w:pPr>
    </w:lvl>
    <w:lvl w:ilvl="4" w:tplc="2FCE822A">
      <w:start w:val="1"/>
      <w:numFmt w:val="lowerLetter"/>
      <w:lvlText w:val="%5."/>
      <w:lvlJc w:val="left"/>
      <w:pPr>
        <w:ind w:left="4091" w:hanging="360"/>
      </w:pPr>
    </w:lvl>
    <w:lvl w:ilvl="5" w:tplc="162E263A">
      <w:start w:val="1"/>
      <w:numFmt w:val="lowerRoman"/>
      <w:lvlText w:val="%6."/>
      <w:lvlJc w:val="right"/>
      <w:pPr>
        <w:ind w:left="4811" w:hanging="180"/>
      </w:pPr>
    </w:lvl>
    <w:lvl w:ilvl="6" w:tplc="F790F570">
      <w:start w:val="1"/>
      <w:numFmt w:val="decimal"/>
      <w:lvlText w:val="%7."/>
      <w:lvlJc w:val="left"/>
      <w:pPr>
        <w:ind w:left="5531" w:hanging="360"/>
      </w:pPr>
    </w:lvl>
    <w:lvl w:ilvl="7" w:tplc="7958CADA">
      <w:start w:val="1"/>
      <w:numFmt w:val="lowerLetter"/>
      <w:lvlText w:val="%8."/>
      <w:lvlJc w:val="left"/>
      <w:pPr>
        <w:ind w:left="6251" w:hanging="360"/>
      </w:pPr>
    </w:lvl>
    <w:lvl w:ilvl="8" w:tplc="838AAB4E">
      <w:start w:val="1"/>
      <w:numFmt w:val="lowerRoman"/>
      <w:lvlText w:val="%9."/>
      <w:lvlJc w:val="right"/>
      <w:pPr>
        <w:ind w:left="6971" w:hanging="180"/>
      </w:pPr>
    </w:lvl>
  </w:abstractNum>
  <w:num w:numId="1" w16cid:durableId="584002269">
    <w:abstractNumId w:val="1"/>
  </w:num>
  <w:num w:numId="2" w16cid:durableId="69888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2C6"/>
    <w:rsid w:val="000A1619"/>
    <w:rsid w:val="002418CF"/>
    <w:rsid w:val="00313400"/>
    <w:rsid w:val="003832C6"/>
    <w:rsid w:val="00846ECE"/>
    <w:rsid w:val="00A55963"/>
    <w:rsid w:val="00B31294"/>
    <w:rsid w:val="00C21C96"/>
    <w:rsid w:val="00DF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7F442"/>
  <w15:docId w15:val="{964B8597-0949-45A5-AF80-93884BB85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Numatytasispastraiposriftas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Numatytasispastraiposriftas"/>
    <w:uiPriority w:val="10"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Betarp">
    <w:name w:val="No Spacing"/>
    <w:uiPriority w:val="1"/>
    <w:qFormat/>
    <w:pPr>
      <w:spacing w:after="0" w:line="240" w:lineRule="auto"/>
    </w:p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  <w:pPr>
      <w:spacing w:after="0"/>
    </w:p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paragraph" w:styleId="Pataisymai">
    <w:name w:val="Revision"/>
    <w:hidden/>
    <w:uiPriority w:val="99"/>
    <w:semiHidden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Pr>
      <w:rFonts w:ascii="Segoe UI" w:hAnsi="Segoe UI" w:cs="Segoe UI"/>
      <w:sz w:val="18"/>
      <w:szCs w:val="18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character" w:customStyle="1" w:styleId="clear">
    <w:name w:val="clear"/>
    <w:basedOn w:val="Numatytasispastraiposriftas"/>
  </w:style>
  <w:style w:type="character" w:styleId="Hipersaitas">
    <w:name w:val="Hyperlink"/>
    <w:basedOn w:val="Numatytasispastraiposriftas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juskiene\Downloads\Ai&#353;kinamasis+ra&#353;tas+D&#279;l+valstybin&#279;s+&#382;em&#279;s+nuomos+2021+m.+sausio+26+d.+sutarties.dotx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EB1B6-C3DB-419A-AA27-75D7B0388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Aiškinamasis+raštas+Dėl+valstybinės+žemės+nuomos+2021+m.+sausio+26+d.+sutarties</Template>
  <TotalTime>3</TotalTime>
  <Pages>2</Pages>
  <Words>2513</Words>
  <Characters>1433</Characters>
  <Application>Microsoft Office Word</Application>
  <DocSecurity>0</DocSecurity>
  <Lines>11</Lines>
  <Paragraphs>7</Paragraphs>
  <ScaleCrop>false</ScaleCrop>
  <Company/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Juškienė</dc:creator>
  <cp:lastModifiedBy>Sadauskienė, Dalia</cp:lastModifiedBy>
  <cp:revision>3</cp:revision>
  <dcterms:created xsi:type="dcterms:W3CDTF">2024-12-09T08:58:00Z</dcterms:created>
  <dcterms:modified xsi:type="dcterms:W3CDTF">2024-12-09T09:00:00Z</dcterms:modified>
</cp:coreProperties>
</file>